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428" w:rsidRDefault="00614428" w:rsidP="00573519">
      <w:pPr>
        <w:ind w:left="284" w:right="974"/>
        <w:jc w:val="center"/>
        <w:rPr>
          <w:b/>
          <w:sz w:val="28"/>
          <w:szCs w:val="24"/>
        </w:rPr>
      </w:pPr>
    </w:p>
    <w:p w:rsidR="00614428" w:rsidRPr="00495480" w:rsidRDefault="00614428" w:rsidP="00573519">
      <w:pPr>
        <w:ind w:left="284" w:right="974"/>
        <w:jc w:val="center"/>
        <w:rPr>
          <w:b/>
          <w:sz w:val="28"/>
          <w:szCs w:val="24"/>
        </w:rPr>
      </w:pPr>
      <w:r w:rsidRPr="00495480">
        <w:rPr>
          <w:b/>
          <w:sz w:val="28"/>
          <w:szCs w:val="24"/>
        </w:rPr>
        <w:t>СОВЕТ  ДЕПУТАТОВ</w:t>
      </w:r>
    </w:p>
    <w:p w:rsidR="00614428" w:rsidRPr="00495480" w:rsidRDefault="00614428" w:rsidP="00573519">
      <w:pPr>
        <w:ind w:left="284" w:right="974"/>
        <w:jc w:val="center"/>
        <w:rPr>
          <w:b/>
          <w:sz w:val="28"/>
          <w:szCs w:val="24"/>
        </w:rPr>
      </w:pPr>
      <w:r w:rsidRPr="00495480">
        <w:rPr>
          <w:b/>
          <w:sz w:val="28"/>
          <w:szCs w:val="24"/>
        </w:rPr>
        <w:t>УСТЬ-ТАРКСКОГО СЕЛЬСОВЕТА</w:t>
      </w:r>
    </w:p>
    <w:p w:rsidR="00614428" w:rsidRPr="00495480" w:rsidRDefault="00614428" w:rsidP="00573519">
      <w:pPr>
        <w:ind w:left="284" w:right="974"/>
        <w:jc w:val="center"/>
        <w:rPr>
          <w:b/>
          <w:sz w:val="28"/>
          <w:szCs w:val="24"/>
        </w:rPr>
      </w:pPr>
      <w:r w:rsidRPr="00495480">
        <w:rPr>
          <w:b/>
          <w:sz w:val="28"/>
          <w:szCs w:val="24"/>
        </w:rPr>
        <w:t>УСТЬ-ТАРКСКОГО РАЙОНА</w:t>
      </w:r>
    </w:p>
    <w:p w:rsidR="00614428" w:rsidRPr="00495480" w:rsidRDefault="00614428" w:rsidP="00573519">
      <w:pPr>
        <w:ind w:left="284" w:right="974"/>
        <w:jc w:val="center"/>
        <w:rPr>
          <w:b/>
          <w:sz w:val="28"/>
          <w:szCs w:val="24"/>
        </w:rPr>
      </w:pPr>
      <w:r w:rsidRPr="00495480">
        <w:rPr>
          <w:b/>
          <w:sz w:val="28"/>
          <w:szCs w:val="24"/>
        </w:rPr>
        <w:t>НОВОСИБИРСКОЙ  ОБЛАСТИ</w:t>
      </w:r>
    </w:p>
    <w:p w:rsidR="00614428" w:rsidRPr="00495480" w:rsidRDefault="00614428" w:rsidP="00573519">
      <w:pPr>
        <w:ind w:left="284" w:right="974"/>
        <w:jc w:val="center"/>
        <w:rPr>
          <w:b/>
          <w:sz w:val="28"/>
          <w:szCs w:val="24"/>
        </w:rPr>
      </w:pPr>
      <w:r w:rsidRPr="00495480">
        <w:rPr>
          <w:b/>
          <w:sz w:val="28"/>
          <w:szCs w:val="24"/>
        </w:rPr>
        <w:t>( пятого  созыва )</w:t>
      </w:r>
    </w:p>
    <w:p w:rsidR="00614428" w:rsidRDefault="00614428" w:rsidP="00573519">
      <w:pPr>
        <w:ind w:left="284" w:right="974"/>
        <w:jc w:val="both"/>
        <w:rPr>
          <w:b/>
          <w:sz w:val="24"/>
          <w:szCs w:val="24"/>
        </w:rPr>
      </w:pPr>
    </w:p>
    <w:p w:rsidR="00614428" w:rsidRPr="006C1FC8" w:rsidRDefault="00614428" w:rsidP="00573519">
      <w:pPr>
        <w:tabs>
          <w:tab w:val="left" w:pos="3793"/>
        </w:tabs>
        <w:ind w:left="284" w:right="974"/>
        <w:jc w:val="center"/>
        <w:rPr>
          <w:b/>
          <w:sz w:val="24"/>
          <w:szCs w:val="24"/>
        </w:rPr>
      </w:pPr>
      <w:r w:rsidRPr="006C1FC8">
        <w:rPr>
          <w:b/>
          <w:sz w:val="24"/>
          <w:szCs w:val="24"/>
        </w:rPr>
        <w:t>РЕШЕНИЕ</w:t>
      </w:r>
    </w:p>
    <w:p w:rsidR="00614428" w:rsidRPr="00573519" w:rsidRDefault="00614428" w:rsidP="00573519">
      <w:pPr>
        <w:ind w:left="284" w:right="974"/>
        <w:jc w:val="center"/>
        <w:rPr>
          <w:b/>
          <w:sz w:val="28"/>
          <w:szCs w:val="28"/>
        </w:rPr>
      </w:pPr>
      <w:r w:rsidRPr="00573519">
        <w:rPr>
          <w:b/>
          <w:sz w:val="28"/>
          <w:szCs w:val="28"/>
        </w:rPr>
        <w:t>(второй сессии)</w:t>
      </w:r>
    </w:p>
    <w:p w:rsidR="00614428" w:rsidRDefault="00614428" w:rsidP="00573519">
      <w:pPr>
        <w:ind w:left="284" w:right="974"/>
        <w:jc w:val="center"/>
        <w:rPr>
          <w:b/>
          <w:sz w:val="24"/>
          <w:szCs w:val="24"/>
        </w:rPr>
      </w:pPr>
    </w:p>
    <w:p w:rsidR="00614428" w:rsidRPr="006B7329" w:rsidRDefault="00614428" w:rsidP="00573519">
      <w:pPr>
        <w:ind w:right="-1"/>
        <w:jc w:val="both"/>
        <w:rPr>
          <w:b/>
          <w:sz w:val="28"/>
          <w:szCs w:val="28"/>
        </w:rPr>
      </w:pPr>
      <w:r w:rsidRPr="006B7329">
        <w:rPr>
          <w:b/>
          <w:sz w:val="28"/>
          <w:szCs w:val="28"/>
        </w:rPr>
        <w:t xml:space="preserve">от 16.10.2015                                                                     </w:t>
      </w:r>
      <w:r>
        <w:rPr>
          <w:b/>
          <w:sz w:val="28"/>
          <w:szCs w:val="28"/>
        </w:rPr>
        <w:t xml:space="preserve">     </w:t>
      </w:r>
      <w:r w:rsidRPr="006B7329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</w:t>
      </w:r>
      <w:r w:rsidRPr="006B7329">
        <w:rPr>
          <w:b/>
          <w:sz w:val="28"/>
          <w:szCs w:val="28"/>
        </w:rPr>
        <w:t xml:space="preserve">                № </w:t>
      </w:r>
      <w:r>
        <w:rPr>
          <w:b/>
          <w:sz w:val="28"/>
          <w:szCs w:val="28"/>
        </w:rPr>
        <w:t>8</w:t>
      </w:r>
    </w:p>
    <w:p w:rsidR="00614428" w:rsidRPr="006B7329" w:rsidRDefault="00614428" w:rsidP="00573519">
      <w:pPr>
        <w:ind w:left="567" w:right="974"/>
        <w:jc w:val="both"/>
        <w:rPr>
          <w:b/>
          <w:sz w:val="24"/>
          <w:szCs w:val="24"/>
        </w:rPr>
      </w:pPr>
    </w:p>
    <w:p w:rsidR="00614428" w:rsidRPr="006B7329" w:rsidRDefault="00614428" w:rsidP="00573519">
      <w:pPr>
        <w:pStyle w:val="2"/>
        <w:ind w:right="974"/>
        <w:rPr>
          <w:b/>
        </w:rPr>
      </w:pPr>
      <w:r w:rsidRPr="006B7329">
        <w:rPr>
          <w:b/>
        </w:rPr>
        <w:t>Об избрании Главы Усть-Таркского сельсовета Усть-Таркского района Новосибирской области</w:t>
      </w:r>
    </w:p>
    <w:p w:rsidR="00614428" w:rsidRDefault="00614428" w:rsidP="00573519"/>
    <w:p w:rsidR="00614428" w:rsidRDefault="00614428" w:rsidP="00B55B7D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п. 23.3 ч. 19 Устава Усть-Таркского сельсовета Усть-Таркского района Новосибирской области, рассмотрев протокол заседания конкурсной комиссии по отбору кандидатур на должность Главы Усть-Таркского сельсовета Усть-Таркского района Новосибирской области от 13.10.2015 года № 3, Совет депутатов решил:</w:t>
      </w:r>
    </w:p>
    <w:p w:rsidR="00614428" w:rsidRDefault="00614428" w:rsidP="008F21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F2148">
        <w:rPr>
          <w:sz w:val="28"/>
          <w:szCs w:val="28"/>
        </w:rPr>
        <w:t>Избрать главой Усть-Таркского сельсовета Усть-Таркского района Новосибирской области Шушканова</w:t>
      </w:r>
      <w:r>
        <w:rPr>
          <w:sz w:val="28"/>
          <w:szCs w:val="28"/>
        </w:rPr>
        <w:t xml:space="preserve"> Виктора Валентиновича.</w:t>
      </w:r>
    </w:p>
    <w:p w:rsidR="00614428" w:rsidRDefault="00614428" w:rsidP="008F21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2.Решение вступает в силу с момента подписания и подлежит опубликованию в бюллетене органов местного самоуправления Усть-Таркского района.</w:t>
      </w:r>
    </w:p>
    <w:p w:rsidR="00614428" w:rsidRDefault="00614428" w:rsidP="008F2148">
      <w:pPr>
        <w:ind w:firstLine="708"/>
        <w:jc w:val="both"/>
        <w:rPr>
          <w:sz w:val="28"/>
          <w:szCs w:val="28"/>
        </w:rPr>
      </w:pPr>
    </w:p>
    <w:p w:rsidR="00614428" w:rsidRDefault="00614428" w:rsidP="00B55B7D">
      <w:pPr>
        <w:jc w:val="both"/>
        <w:rPr>
          <w:sz w:val="28"/>
          <w:szCs w:val="28"/>
        </w:rPr>
      </w:pPr>
    </w:p>
    <w:p w:rsidR="00614428" w:rsidRDefault="00614428" w:rsidP="00B55B7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614428" w:rsidRDefault="00614428" w:rsidP="00B55B7D">
      <w:pPr>
        <w:jc w:val="both"/>
        <w:rPr>
          <w:sz w:val="28"/>
          <w:szCs w:val="28"/>
        </w:rPr>
      </w:pPr>
      <w:r>
        <w:rPr>
          <w:sz w:val="28"/>
          <w:szCs w:val="28"/>
        </w:rPr>
        <w:t>Усть-Таркского сельсовета</w:t>
      </w:r>
    </w:p>
    <w:p w:rsidR="00614428" w:rsidRDefault="00614428" w:rsidP="00B55B7D">
      <w:pPr>
        <w:jc w:val="both"/>
        <w:rPr>
          <w:sz w:val="28"/>
          <w:szCs w:val="28"/>
        </w:rPr>
      </w:pPr>
      <w:r>
        <w:rPr>
          <w:sz w:val="28"/>
          <w:szCs w:val="28"/>
        </w:rPr>
        <w:t>Усть-Таркского района</w:t>
      </w:r>
    </w:p>
    <w:p w:rsidR="00614428" w:rsidRPr="008F2148" w:rsidRDefault="00614428" w:rsidP="00B55B7D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В.Н. Предвечный</w:t>
      </w:r>
      <w:bookmarkStart w:id="0" w:name="_GoBack"/>
      <w:bookmarkEnd w:id="0"/>
    </w:p>
    <w:p w:rsidR="00614428" w:rsidRDefault="00614428"/>
    <w:sectPr w:rsidR="00614428" w:rsidSect="008A15E6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F4CE2"/>
    <w:multiLevelType w:val="hybridMultilevel"/>
    <w:tmpl w:val="A028CBE8"/>
    <w:lvl w:ilvl="0" w:tplc="91026F6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5A36"/>
    <w:rsid w:val="001615BB"/>
    <w:rsid w:val="0029519A"/>
    <w:rsid w:val="0032119B"/>
    <w:rsid w:val="004514EC"/>
    <w:rsid w:val="00495480"/>
    <w:rsid w:val="00573519"/>
    <w:rsid w:val="00614428"/>
    <w:rsid w:val="006B7329"/>
    <w:rsid w:val="006C1FC8"/>
    <w:rsid w:val="008A15E6"/>
    <w:rsid w:val="008F2148"/>
    <w:rsid w:val="00981E7E"/>
    <w:rsid w:val="00B55B7D"/>
    <w:rsid w:val="00BC0E90"/>
    <w:rsid w:val="00D25A36"/>
    <w:rsid w:val="00D62EB2"/>
    <w:rsid w:val="00FE6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519"/>
    <w:pPr>
      <w:autoSpaceDE w:val="0"/>
      <w:autoSpaceDN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заголовок 2"/>
    <w:basedOn w:val="Normal"/>
    <w:next w:val="Normal"/>
    <w:uiPriority w:val="99"/>
    <w:rsid w:val="00573519"/>
    <w:pPr>
      <w:keepNext/>
      <w:jc w:val="both"/>
      <w:outlineLvl w:val="1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8F21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1</Pages>
  <Words>163</Words>
  <Characters>933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Фёдорова</cp:lastModifiedBy>
  <cp:revision>5</cp:revision>
  <cp:lastPrinted>2015-10-16T04:11:00Z</cp:lastPrinted>
  <dcterms:created xsi:type="dcterms:W3CDTF">2015-10-15T08:16:00Z</dcterms:created>
  <dcterms:modified xsi:type="dcterms:W3CDTF">2015-10-16T04:12:00Z</dcterms:modified>
</cp:coreProperties>
</file>